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22E4" w14:textId="0AA0FA42" w:rsidR="00C16A1E" w:rsidRPr="00F710F9" w:rsidRDefault="00C16A1E" w:rsidP="00E842E6">
      <w:pPr>
        <w:spacing w:after="0" w:line="240" w:lineRule="auto"/>
        <w:rPr>
          <w:rFonts w:ascii="Cambria" w:hAnsi="Cambria"/>
          <w:sz w:val="20"/>
          <w:szCs w:val="20"/>
        </w:rPr>
      </w:pPr>
    </w:p>
    <w:p w14:paraId="29A8EFD9" w14:textId="7FCB5897" w:rsidR="00C16A1E" w:rsidRPr="00F710F9" w:rsidRDefault="00FE6C99" w:rsidP="004B4348">
      <w:pPr>
        <w:spacing w:after="48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712861A" wp14:editId="75781925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584617" cy="1195346"/>
                <wp:effectExtent l="0" t="0" r="6985" b="5080"/>
                <wp:wrapNone/>
                <wp:docPr id="22160413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4617" cy="1195346"/>
                          <a:chOff x="0" y="-6626"/>
                          <a:chExt cx="4584617" cy="1195346"/>
                        </a:xfrm>
                      </wpg:grpSpPr>
                      <pic:pic xmlns:pic="http://schemas.openxmlformats.org/drawingml/2006/picture">
                        <pic:nvPicPr>
                          <pic:cNvPr id="82165456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61252" y="0"/>
                            <a:ext cx="1523365" cy="11887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2437056" name="Text Box 2"/>
                        <wps:cNvSpPr txBox="1"/>
                        <wps:spPr>
                          <a:xfrm>
                            <a:off x="0" y="-6626"/>
                            <a:ext cx="3094024" cy="11950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D755EB" w14:textId="77777777" w:rsidR="00FE6C99" w:rsidRPr="003F57F1" w:rsidRDefault="00FE6C99" w:rsidP="00FE6C99">
                              <w:pPr>
                                <w:spacing w:after="0" w:line="240" w:lineRule="auto"/>
                                <w:jc w:val="right"/>
                                <w:rPr>
                                  <w:rFonts w:ascii="Colonna MT" w:hAnsi="Colonna MT"/>
                                  <w:color w:val="4F6228" w:themeColor="accent3" w:themeShade="80"/>
                                  <w:sz w:val="48"/>
                                  <w:szCs w:val="48"/>
                                </w:rPr>
                              </w:pPr>
                              <w:r w:rsidRPr="00B817B0">
                                <w:rPr>
                                  <w:rFonts w:ascii="Colonna MT" w:hAnsi="Colonna MT"/>
                                  <w:color w:val="4F6228" w:themeColor="accent3" w:themeShade="80"/>
                                  <w:sz w:val="72"/>
                                  <w:szCs w:val="72"/>
                                </w:rPr>
                                <w:t>W</w:t>
                              </w:r>
                              <w:r w:rsidRPr="003F57F1">
                                <w:rPr>
                                  <w:rFonts w:ascii="Colonna MT" w:hAnsi="Colonna MT"/>
                                  <w:color w:val="4F6228" w:themeColor="accent3" w:themeShade="80"/>
                                  <w:sz w:val="48"/>
                                  <w:szCs w:val="48"/>
                                </w:rPr>
                                <w:t>hat matters is faith working through love</w:t>
                              </w:r>
                              <w:r>
                                <w:rPr>
                                  <w:rFonts w:ascii="Colonna MT" w:hAnsi="Colonna MT"/>
                                  <w:color w:val="4F6228" w:themeColor="accent3" w:themeShade="80"/>
                                  <w:sz w:val="48"/>
                                  <w:szCs w:val="48"/>
                                </w:rPr>
                                <w:t>.</w:t>
                              </w:r>
                            </w:p>
                            <w:p w14:paraId="3C07C2B5" w14:textId="77777777" w:rsidR="00FE6C99" w:rsidRPr="003F57F1" w:rsidRDefault="00FE6C99" w:rsidP="00FE6C99">
                              <w:pPr>
                                <w:spacing w:after="0"/>
                                <w:jc w:val="right"/>
                                <w:rPr>
                                  <w:rFonts w:ascii="Colonna MT" w:hAnsi="Colonna MT"/>
                                  <w:i/>
                                  <w:iCs/>
                                  <w:color w:val="4F6228" w:themeColor="accent3" w:themeShade="80"/>
                                </w:rPr>
                              </w:pPr>
                              <w:r w:rsidRPr="003F57F1">
                                <w:rPr>
                                  <w:rFonts w:ascii="Colonna MT" w:hAnsi="Colonna MT"/>
                                  <w:i/>
                                  <w:iCs/>
                                  <w:color w:val="4F6228" w:themeColor="accent3" w:themeShade="80"/>
                                </w:rPr>
                                <w:t>Galatians 5:6b (GNT)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12861A" id="Group 3" o:spid="_x0000_s1026" style="position:absolute;margin-left:0;margin-top:0;width:361pt;height:94.1pt;z-index:251661312;mso-position-horizontal:center;mso-position-horizontal-relative:margin;mso-height-relative:margin" coordorigin=",-66" coordsize="45846,11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30612;width:15234;height:118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-66;width:30940;height:1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" filled="f" stroked="f" strokeweight=".5pt">
                  <v:textbox>
                    <w:txbxContent>
                      <w:p w14:paraId="0CD755EB" w14:textId="77777777" w:rsidR="00FE6C99" w:rsidRPr="003F57F1" w:rsidRDefault="00FE6C99" w:rsidP="00FE6C99">
                        <w:pPr>
                          <w:spacing w:after="0" w:line="240" w:lineRule="auto"/>
                          <w:jc w:val="right"/>
                          <w:rPr>
                            <w:rFonts w:ascii="Colonna MT" w:hAnsi="Colonna MT"/>
                            <w:color w:val="4F6228" w:themeColor="accent3" w:themeShade="80"/>
                            <w:sz w:val="48"/>
                            <w:szCs w:val="48"/>
                          </w:rPr>
                        </w:pPr>
                        <w:r w:rsidRPr="00B817B0">
                          <w:rPr>
                            <w:rFonts w:ascii="Colonna MT" w:hAnsi="Colonna MT"/>
                            <w:color w:val="4F6228" w:themeColor="accent3" w:themeShade="80"/>
                            <w:sz w:val="72"/>
                            <w:szCs w:val="72"/>
                          </w:rPr>
                          <w:t>W</w:t>
                        </w:r>
                        <w:r w:rsidRPr="003F57F1">
                          <w:rPr>
                            <w:rFonts w:ascii="Colonna MT" w:hAnsi="Colonna MT"/>
                            <w:color w:val="4F6228" w:themeColor="accent3" w:themeShade="80"/>
                            <w:sz w:val="48"/>
                            <w:szCs w:val="48"/>
                          </w:rPr>
                          <w:t>hat matters is faith working through love</w:t>
                        </w:r>
                        <w:r>
                          <w:rPr>
                            <w:rFonts w:ascii="Colonna MT" w:hAnsi="Colonna MT"/>
                            <w:color w:val="4F6228" w:themeColor="accent3" w:themeShade="80"/>
                            <w:sz w:val="48"/>
                            <w:szCs w:val="48"/>
                          </w:rPr>
                          <w:t>.</w:t>
                        </w:r>
                      </w:p>
                      <w:p w14:paraId="3C07C2B5" w14:textId="77777777" w:rsidR="00FE6C99" w:rsidRPr="003F57F1" w:rsidRDefault="00FE6C99" w:rsidP="00FE6C99">
                        <w:pPr>
                          <w:spacing w:after="0"/>
                          <w:jc w:val="right"/>
                          <w:rPr>
                            <w:rFonts w:ascii="Colonna MT" w:hAnsi="Colonna MT"/>
                            <w:i/>
                            <w:iCs/>
                            <w:color w:val="4F6228" w:themeColor="accent3" w:themeShade="80"/>
                          </w:rPr>
                        </w:pPr>
                        <w:r w:rsidRPr="003F57F1">
                          <w:rPr>
                            <w:rFonts w:ascii="Colonna MT" w:hAnsi="Colonna MT"/>
                            <w:i/>
                            <w:iCs/>
                            <w:color w:val="4F6228" w:themeColor="accent3" w:themeShade="80"/>
                          </w:rPr>
                          <w:t>Galatians 5:6b (GNT)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393E10" w14:textId="26A23C2B" w:rsidR="00B33AAC" w:rsidRDefault="00B33AAC" w:rsidP="00B33AAC">
      <w:pPr>
        <w:spacing w:line="240" w:lineRule="auto"/>
        <w:jc w:val="center"/>
        <w:rPr>
          <w:rFonts w:ascii="Cambria" w:hAnsi="Cambria"/>
          <w:sz w:val="24"/>
          <w:szCs w:val="24"/>
        </w:rPr>
      </w:pPr>
    </w:p>
    <w:p w14:paraId="5414AB3C" w14:textId="77777777" w:rsidR="00B33AAC" w:rsidRDefault="00B33AAC" w:rsidP="00B33AAC">
      <w:pPr>
        <w:spacing w:line="240" w:lineRule="auto"/>
        <w:jc w:val="center"/>
        <w:rPr>
          <w:rFonts w:ascii="Cambria" w:hAnsi="Cambria"/>
          <w:sz w:val="24"/>
          <w:szCs w:val="24"/>
        </w:rPr>
      </w:pPr>
    </w:p>
    <w:p w14:paraId="1F69482F" w14:textId="77777777" w:rsidR="003B243C" w:rsidRDefault="003B243C" w:rsidP="00BD1BB0">
      <w:pPr>
        <w:spacing w:line="240" w:lineRule="auto"/>
        <w:jc w:val="center"/>
        <w:rPr>
          <w:rFonts w:ascii="Cambria" w:hAnsi="Cambria"/>
          <w:sz w:val="24"/>
          <w:szCs w:val="24"/>
        </w:rPr>
      </w:pPr>
    </w:p>
    <w:p w14:paraId="19D92B81" w14:textId="6CB900CF" w:rsidR="00B33AAC" w:rsidRPr="00834B42" w:rsidRDefault="00B33AAC" w:rsidP="00530964">
      <w:pPr>
        <w:spacing w:after="0" w:line="240" w:lineRule="auto"/>
        <w:jc w:val="right"/>
        <w:rPr>
          <w:rFonts w:ascii="Cambria" w:hAnsi="Cambria"/>
        </w:rPr>
      </w:pPr>
      <w:r w:rsidRPr="00834B42">
        <w:rPr>
          <w:rFonts w:ascii="Cambria" w:hAnsi="Cambria"/>
        </w:rPr>
        <w:t xml:space="preserve">November </w:t>
      </w:r>
      <w:r w:rsidR="00FE6C99" w:rsidRPr="00834B42">
        <w:rPr>
          <w:rFonts w:ascii="Cambria" w:hAnsi="Cambria"/>
        </w:rPr>
        <w:t>6</w:t>
      </w:r>
      <w:r w:rsidRPr="00834B42">
        <w:rPr>
          <w:rFonts w:ascii="Cambria" w:hAnsi="Cambria"/>
        </w:rPr>
        <w:t>, 202</w:t>
      </w:r>
      <w:r w:rsidR="00FE6C99" w:rsidRPr="00834B42">
        <w:rPr>
          <w:rFonts w:ascii="Cambria" w:hAnsi="Cambria"/>
        </w:rPr>
        <w:t>3</w:t>
      </w:r>
    </w:p>
    <w:p w14:paraId="3B66BF9E" w14:textId="27A9CC43" w:rsidR="00B33AAC" w:rsidRPr="00834B42" w:rsidRDefault="00B33AAC" w:rsidP="00530964">
      <w:pPr>
        <w:spacing w:after="0" w:line="240" w:lineRule="auto"/>
        <w:rPr>
          <w:rFonts w:ascii="Cambria" w:hAnsi="Cambria"/>
        </w:rPr>
      </w:pPr>
      <w:r w:rsidRPr="00834B42">
        <w:rPr>
          <w:rFonts w:ascii="Cambria" w:hAnsi="Cambria"/>
        </w:rPr>
        <w:t xml:space="preserve">Dear </w:t>
      </w:r>
      <w:r w:rsidR="00717F4A" w:rsidRPr="00834B42">
        <w:rPr>
          <w:rFonts w:ascii="Cambria" w:hAnsi="Cambria"/>
        </w:rPr>
        <w:t>Westminster Family Member,</w:t>
      </w:r>
    </w:p>
    <w:p w14:paraId="660CEABA" w14:textId="5C6A1418" w:rsidR="002B09BD" w:rsidRPr="00834B42" w:rsidRDefault="006C4A44" w:rsidP="00530964">
      <w:pPr>
        <w:spacing w:before="120" w:line="240" w:lineRule="auto"/>
        <w:rPr>
          <w:rFonts w:ascii="Cambria" w:hAnsi="Cambria"/>
        </w:rPr>
      </w:pPr>
      <w:r w:rsidRPr="00834B42">
        <w:rPr>
          <w:rFonts w:ascii="Cambria" w:hAnsi="Cambria"/>
        </w:rPr>
        <w:t xml:space="preserve">I love this scripture that our stewardship team chose for </w:t>
      </w:r>
      <w:r w:rsidR="003417CF" w:rsidRPr="00834B42">
        <w:rPr>
          <w:rFonts w:ascii="Cambria" w:hAnsi="Cambria"/>
        </w:rPr>
        <w:t xml:space="preserve">our campaign this year.  If you read back </w:t>
      </w:r>
      <w:r w:rsidR="005D3907" w:rsidRPr="00834B42">
        <w:rPr>
          <w:rFonts w:ascii="Cambria" w:hAnsi="Cambria"/>
        </w:rPr>
        <w:t>to the beginning of the</w:t>
      </w:r>
      <w:r w:rsidR="003417CF" w:rsidRPr="00834B42">
        <w:rPr>
          <w:rFonts w:ascii="Cambria" w:hAnsi="Cambria"/>
        </w:rPr>
        <w:t xml:space="preserve"> verse, you’ll get a good sense of the context.  Paul writes here </w:t>
      </w:r>
      <w:r w:rsidR="00EE1D64" w:rsidRPr="00834B42">
        <w:rPr>
          <w:rFonts w:ascii="Cambria" w:hAnsi="Cambria"/>
        </w:rPr>
        <w:t>about one of the biggest dividing lines in the church of his day – circumcised or uncircumcised?</w:t>
      </w:r>
      <w:r w:rsidR="00B4050C" w:rsidRPr="00834B42">
        <w:rPr>
          <w:rFonts w:ascii="Cambria" w:hAnsi="Cambria"/>
        </w:rPr>
        <w:t xml:space="preserve">  None of this</w:t>
      </w:r>
      <w:r w:rsidR="00532A58">
        <w:rPr>
          <w:rFonts w:ascii="Cambria" w:hAnsi="Cambria"/>
        </w:rPr>
        <w:t xml:space="preserve"> </w:t>
      </w:r>
      <w:r w:rsidR="00B4050C" w:rsidRPr="00834B42">
        <w:rPr>
          <w:rFonts w:ascii="Cambria" w:hAnsi="Cambria"/>
        </w:rPr>
        <w:t xml:space="preserve">matters, Paul writes.  What really matters is </w:t>
      </w:r>
      <w:r w:rsidR="008B65ED" w:rsidRPr="00834B42">
        <w:rPr>
          <w:rFonts w:ascii="Cambria" w:hAnsi="Cambria"/>
        </w:rPr>
        <w:t>“</w:t>
      </w:r>
      <w:r w:rsidR="00B4050C" w:rsidRPr="00834B42">
        <w:rPr>
          <w:rFonts w:ascii="Cambria" w:hAnsi="Cambria"/>
        </w:rPr>
        <w:t>faith</w:t>
      </w:r>
      <w:r w:rsidR="008E5544" w:rsidRPr="00834B42">
        <w:rPr>
          <w:rFonts w:ascii="Cambria" w:hAnsi="Cambria"/>
        </w:rPr>
        <w:t xml:space="preserve"> </w:t>
      </w:r>
      <w:r w:rsidR="00DB58AF" w:rsidRPr="00834B42">
        <w:rPr>
          <w:rFonts w:ascii="Cambria" w:hAnsi="Cambria"/>
        </w:rPr>
        <w:t>expressed</w:t>
      </w:r>
      <w:r w:rsidR="008E5544" w:rsidRPr="00834B42">
        <w:rPr>
          <w:rFonts w:ascii="Cambria" w:hAnsi="Cambria"/>
        </w:rPr>
        <w:t xml:space="preserve"> in love.</w:t>
      </w:r>
      <w:r w:rsidR="008B65ED" w:rsidRPr="00834B42">
        <w:rPr>
          <w:rFonts w:ascii="Cambria" w:hAnsi="Cambria"/>
        </w:rPr>
        <w:t>”</w:t>
      </w:r>
      <w:r w:rsidR="006A3D52" w:rsidRPr="00834B42">
        <w:rPr>
          <w:rFonts w:ascii="Cambria" w:hAnsi="Cambria"/>
        </w:rPr>
        <w:t xml:space="preserve">  While the dividing lines may have changed over the </w:t>
      </w:r>
      <w:r w:rsidR="003679D9" w:rsidRPr="00834B42">
        <w:rPr>
          <w:rFonts w:ascii="Cambria" w:hAnsi="Cambria"/>
        </w:rPr>
        <w:t xml:space="preserve">years, the </w:t>
      </w:r>
      <w:r w:rsidR="009E3865" w:rsidRPr="00834B42">
        <w:rPr>
          <w:rFonts w:ascii="Cambria" w:hAnsi="Cambria"/>
        </w:rPr>
        <w:t>one thing that matters</w:t>
      </w:r>
      <w:r w:rsidR="00602D6A" w:rsidRPr="00834B42">
        <w:rPr>
          <w:rFonts w:ascii="Cambria" w:hAnsi="Cambria"/>
        </w:rPr>
        <w:t xml:space="preserve"> for </w:t>
      </w:r>
      <w:r w:rsidR="0007422D" w:rsidRPr="00834B42">
        <w:rPr>
          <w:rFonts w:ascii="Cambria" w:hAnsi="Cambria"/>
        </w:rPr>
        <w:t>authentic Christian communities</w:t>
      </w:r>
      <w:r w:rsidR="00BC071D">
        <w:rPr>
          <w:rFonts w:ascii="Cambria" w:hAnsi="Cambria"/>
        </w:rPr>
        <w:t>—</w:t>
      </w:r>
      <w:r w:rsidR="00EF7622" w:rsidRPr="00834B42">
        <w:rPr>
          <w:rFonts w:ascii="Cambria" w:hAnsi="Cambria"/>
        </w:rPr>
        <w:t>faith in Jesus Christ that becomes visible in love</w:t>
      </w:r>
      <w:r w:rsidR="00BC071D">
        <w:rPr>
          <w:rFonts w:ascii="Cambria" w:hAnsi="Cambria"/>
        </w:rPr>
        <w:t>—</w:t>
      </w:r>
      <w:r w:rsidR="0007422D" w:rsidRPr="00834B42">
        <w:rPr>
          <w:rFonts w:ascii="Cambria" w:hAnsi="Cambria"/>
        </w:rPr>
        <w:t xml:space="preserve">has </w:t>
      </w:r>
      <w:r w:rsidR="0007422D" w:rsidRPr="00BC071D">
        <w:rPr>
          <w:rFonts w:ascii="Cambria" w:hAnsi="Cambria"/>
          <w:i/>
          <w:iCs/>
        </w:rPr>
        <w:t>not</w:t>
      </w:r>
      <w:r w:rsidR="0007422D" w:rsidRPr="00834B42">
        <w:rPr>
          <w:rFonts w:ascii="Cambria" w:hAnsi="Cambria"/>
        </w:rPr>
        <w:t xml:space="preserve"> changed.</w:t>
      </w:r>
    </w:p>
    <w:p w14:paraId="0BDBDA24" w14:textId="3FAD322D" w:rsidR="00A04D5D" w:rsidRPr="00834B42" w:rsidRDefault="00492ED5" w:rsidP="003B243C">
      <w:pPr>
        <w:spacing w:line="240" w:lineRule="auto"/>
        <w:rPr>
          <w:rFonts w:ascii="Cambria" w:hAnsi="Cambria"/>
        </w:rPr>
      </w:pPr>
      <w:r w:rsidRPr="00834B42">
        <w:rPr>
          <w:rFonts w:ascii="Cambria" w:hAnsi="Cambria"/>
        </w:rPr>
        <w:t xml:space="preserve">Over the past several weeks, as I listened to the impact reports given by our </w:t>
      </w:r>
      <w:r w:rsidR="00AD2490">
        <w:rPr>
          <w:rFonts w:ascii="Cambria" w:hAnsi="Cambria"/>
        </w:rPr>
        <w:t>e</w:t>
      </w:r>
      <w:r w:rsidRPr="00834B42">
        <w:rPr>
          <w:rFonts w:ascii="Cambria" w:hAnsi="Cambria"/>
        </w:rPr>
        <w:t xml:space="preserve">lders and </w:t>
      </w:r>
      <w:r w:rsidR="00AD2490">
        <w:rPr>
          <w:rFonts w:ascii="Cambria" w:hAnsi="Cambria"/>
        </w:rPr>
        <w:t>c</w:t>
      </w:r>
      <w:r w:rsidRPr="00834B42">
        <w:rPr>
          <w:rFonts w:ascii="Cambria" w:hAnsi="Cambria"/>
        </w:rPr>
        <w:t xml:space="preserve">ommittee </w:t>
      </w:r>
      <w:r w:rsidR="00AD2490">
        <w:rPr>
          <w:rFonts w:ascii="Cambria" w:hAnsi="Cambria"/>
        </w:rPr>
        <w:t>c</w:t>
      </w:r>
      <w:r w:rsidRPr="00834B42">
        <w:rPr>
          <w:rFonts w:ascii="Cambria" w:hAnsi="Cambria"/>
        </w:rPr>
        <w:t xml:space="preserve">hairpersons, I </w:t>
      </w:r>
      <w:r w:rsidR="00B5130B" w:rsidRPr="00834B42">
        <w:rPr>
          <w:rFonts w:ascii="Cambria" w:hAnsi="Cambria"/>
        </w:rPr>
        <w:t>was reminded of</w:t>
      </w:r>
      <w:r w:rsidR="00271063" w:rsidRPr="00834B42">
        <w:rPr>
          <w:rFonts w:ascii="Cambria" w:hAnsi="Cambria"/>
        </w:rPr>
        <w:t xml:space="preserve"> the ways we set aside our differences</w:t>
      </w:r>
      <w:r w:rsidR="00B50CC9" w:rsidRPr="00834B42">
        <w:rPr>
          <w:rFonts w:ascii="Cambria" w:hAnsi="Cambria"/>
        </w:rPr>
        <w:t>,</w:t>
      </w:r>
      <w:r w:rsidR="0030325D" w:rsidRPr="00834B42">
        <w:rPr>
          <w:rFonts w:ascii="Cambria" w:hAnsi="Cambria"/>
        </w:rPr>
        <w:t xml:space="preserve"> or better yet, employ our differences, to </w:t>
      </w:r>
      <w:r w:rsidR="00823080" w:rsidRPr="00834B42">
        <w:rPr>
          <w:rFonts w:ascii="Cambria" w:hAnsi="Cambria"/>
        </w:rPr>
        <w:t xml:space="preserve">allow </w:t>
      </w:r>
      <w:r w:rsidR="00CF69FE" w:rsidRPr="00834B42">
        <w:rPr>
          <w:rFonts w:ascii="Cambria" w:hAnsi="Cambria"/>
        </w:rPr>
        <w:t xml:space="preserve">our </w:t>
      </w:r>
      <w:r w:rsidR="00823080" w:rsidRPr="00834B42">
        <w:rPr>
          <w:rFonts w:ascii="Cambria" w:hAnsi="Cambria"/>
        </w:rPr>
        <w:t xml:space="preserve">faith to </w:t>
      </w:r>
      <w:r w:rsidR="00497BB2" w:rsidRPr="00834B42">
        <w:rPr>
          <w:rFonts w:ascii="Cambria" w:hAnsi="Cambria"/>
        </w:rPr>
        <w:t xml:space="preserve">grow </w:t>
      </w:r>
      <w:r w:rsidR="00CF69FE" w:rsidRPr="00834B42">
        <w:rPr>
          <w:rFonts w:ascii="Cambria" w:hAnsi="Cambria"/>
        </w:rPr>
        <w:t>through</w:t>
      </w:r>
      <w:r w:rsidR="00497BB2" w:rsidRPr="00834B42">
        <w:rPr>
          <w:rFonts w:ascii="Cambria" w:hAnsi="Cambria"/>
        </w:rPr>
        <w:t xml:space="preserve"> the love we show</w:t>
      </w:r>
      <w:r w:rsidR="001D484D" w:rsidRPr="00834B42">
        <w:rPr>
          <w:rFonts w:ascii="Cambria" w:hAnsi="Cambria"/>
        </w:rPr>
        <w:t xml:space="preserve">, both </w:t>
      </w:r>
      <w:r w:rsidR="00497BB2" w:rsidRPr="00834B42">
        <w:rPr>
          <w:rFonts w:ascii="Cambria" w:hAnsi="Cambria"/>
        </w:rPr>
        <w:t>among us and beyond us</w:t>
      </w:r>
      <w:r w:rsidR="00DF4385" w:rsidRPr="00834B42">
        <w:rPr>
          <w:rFonts w:ascii="Cambria" w:hAnsi="Cambria"/>
        </w:rPr>
        <w:t>.</w:t>
      </w:r>
      <w:r w:rsidR="004956EF" w:rsidRPr="00834B42">
        <w:rPr>
          <w:rFonts w:ascii="Cambria" w:hAnsi="Cambria"/>
        </w:rPr>
        <w:t xml:space="preserve">  </w:t>
      </w:r>
    </w:p>
    <w:p w14:paraId="7B106EF5" w14:textId="02040120" w:rsidR="00A04D5D" w:rsidRPr="00834B42" w:rsidRDefault="00E12168" w:rsidP="00A81B74">
      <w:pPr>
        <w:pStyle w:val="ListParagraph"/>
        <w:numPr>
          <w:ilvl w:val="0"/>
          <w:numId w:val="6"/>
        </w:numPr>
        <w:spacing w:after="120" w:line="240" w:lineRule="auto"/>
        <w:contextualSpacing w:val="0"/>
        <w:rPr>
          <w:rFonts w:ascii="Cambria" w:hAnsi="Cambria"/>
        </w:rPr>
      </w:pPr>
      <w:r w:rsidRPr="00834B42">
        <w:rPr>
          <w:rFonts w:ascii="Cambria" w:hAnsi="Cambria"/>
        </w:rPr>
        <w:t xml:space="preserve">I have heard and seen how our building </w:t>
      </w:r>
      <w:r w:rsidR="00332FB7" w:rsidRPr="00834B42">
        <w:rPr>
          <w:rFonts w:ascii="Cambria" w:hAnsi="Cambria"/>
        </w:rPr>
        <w:t>and grounds are a</w:t>
      </w:r>
      <w:r w:rsidR="00A530DA" w:rsidRPr="00834B42">
        <w:rPr>
          <w:rFonts w:ascii="Cambria" w:hAnsi="Cambria"/>
        </w:rPr>
        <w:t xml:space="preserve"> </w:t>
      </w:r>
      <w:r w:rsidR="009B5C76" w:rsidRPr="00834B42">
        <w:rPr>
          <w:rFonts w:ascii="Cambria" w:hAnsi="Cambria"/>
        </w:rPr>
        <w:t xml:space="preserve">not only a </w:t>
      </w:r>
      <w:r w:rsidR="002E3CDF" w:rsidRPr="00834B42">
        <w:rPr>
          <w:rFonts w:ascii="Cambria" w:hAnsi="Cambria"/>
        </w:rPr>
        <w:t xml:space="preserve">beautiful </w:t>
      </w:r>
      <w:r w:rsidR="00A530DA" w:rsidRPr="00834B42">
        <w:rPr>
          <w:rFonts w:ascii="Cambria" w:hAnsi="Cambria"/>
        </w:rPr>
        <w:t xml:space="preserve">gathering place for us to worship and learn, but </w:t>
      </w:r>
      <w:r w:rsidR="002E3CDF" w:rsidRPr="00834B42">
        <w:rPr>
          <w:rFonts w:ascii="Cambria" w:hAnsi="Cambria"/>
        </w:rPr>
        <w:t>are also</w:t>
      </w:r>
      <w:r w:rsidR="00034676" w:rsidRPr="00834B42">
        <w:rPr>
          <w:rFonts w:ascii="Cambria" w:hAnsi="Cambria"/>
        </w:rPr>
        <w:t xml:space="preserve"> a </w:t>
      </w:r>
      <w:r w:rsidR="00570827" w:rsidRPr="00834B42">
        <w:rPr>
          <w:rFonts w:ascii="Cambria" w:hAnsi="Cambria"/>
        </w:rPr>
        <w:t xml:space="preserve">safe and happy </w:t>
      </w:r>
      <w:r w:rsidR="00C840CB" w:rsidRPr="00834B42">
        <w:rPr>
          <w:rFonts w:ascii="Cambria" w:hAnsi="Cambria"/>
        </w:rPr>
        <w:t>weekday home</w:t>
      </w:r>
      <w:r w:rsidR="00570827" w:rsidRPr="00834B42">
        <w:rPr>
          <w:rFonts w:ascii="Cambria" w:hAnsi="Cambria"/>
        </w:rPr>
        <w:t xml:space="preserve"> for children from our community</w:t>
      </w:r>
      <w:r w:rsidR="00C77B28" w:rsidRPr="00834B42">
        <w:rPr>
          <w:rFonts w:ascii="Cambria" w:hAnsi="Cambria"/>
        </w:rPr>
        <w:t xml:space="preserve">, and a </w:t>
      </w:r>
      <w:r w:rsidR="00AD04C8" w:rsidRPr="00834B42">
        <w:rPr>
          <w:rFonts w:ascii="Cambria" w:hAnsi="Cambria"/>
        </w:rPr>
        <w:t>resource we</w:t>
      </w:r>
      <w:r w:rsidR="00C840CB" w:rsidRPr="00834B42">
        <w:rPr>
          <w:rFonts w:ascii="Cambria" w:hAnsi="Cambria"/>
        </w:rPr>
        <w:t xml:space="preserve"> are privileged to</w:t>
      </w:r>
      <w:r w:rsidR="00AD04C8" w:rsidRPr="00834B42">
        <w:rPr>
          <w:rFonts w:ascii="Cambria" w:hAnsi="Cambria"/>
        </w:rPr>
        <w:t xml:space="preserve"> share with Girl Scouts</w:t>
      </w:r>
      <w:r w:rsidR="006B2C41" w:rsidRPr="00834B42">
        <w:rPr>
          <w:rFonts w:ascii="Cambria" w:hAnsi="Cambria"/>
        </w:rPr>
        <w:t xml:space="preserve"> </w:t>
      </w:r>
      <w:r w:rsidR="00AD04C8" w:rsidRPr="00834B42">
        <w:rPr>
          <w:rFonts w:ascii="Cambria" w:hAnsi="Cambria"/>
        </w:rPr>
        <w:t>and HAM radio operators</w:t>
      </w:r>
      <w:r w:rsidR="00174157" w:rsidRPr="00834B42">
        <w:rPr>
          <w:rFonts w:ascii="Cambria" w:hAnsi="Cambria"/>
        </w:rPr>
        <w:t>, among others</w:t>
      </w:r>
      <w:r w:rsidR="00717C36" w:rsidRPr="00834B42">
        <w:rPr>
          <w:rFonts w:ascii="Cambria" w:hAnsi="Cambria"/>
        </w:rPr>
        <w:t xml:space="preserve">.  </w:t>
      </w:r>
    </w:p>
    <w:p w14:paraId="305C3CB9" w14:textId="132B06B9" w:rsidR="00A04D5D" w:rsidRPr="00834B42" w:rsidRDefault="00717C36" w:rsidP="00A81B74">
      <w:pPr>
        <w:pStyle w:val="ListParagraph"/>
        <w:numPr>
          <w:ilvl w:val="0"/>
          <w:numId w:val="6"/>
        </w:numPr>
        <w:spacing w:after="120" w:line="240" w:lineRule="auto"/>
        <w:contextualSpacing w:val="0"/>
        <w:rPr>
          <w:rFonts w:ascii="Cambria" w:hAnsi="Cambria"/>
        </w:rPr>
      </w:pPr>
      <w:r w:rsidRPr="00834B42">
        <w:rPr>
          <w:rFonts w:ascii="Cambria" w:hAnsi="Cambria"/>
        </w:rPr>
        <w:t xml:space="preserve">I have heard and seen how we are growing spiritually through </w:t>
      </w:r>
      <w:r w:rsidR="00F538F9" w:rsidRPr="00834B42">
        <w:rPr>
          <w:rFonts w:ascii="Cambria" w:hAnsi="Cambria"/>
        </w:rPr>
        <w:t xml:space="preserve">an increasing number of Bible and book studies and this fall, the addition of children’s Sunday </w:t>
      </w:r>
      <w:r w:rsidR="00FB3B30">
        <w:rPr>
          <w:rFonts w:ascii="Cambria" w:hAnsi="Cambria"/>
        </w:rPr>
        <w:t>s</w:t>
      </w:r>
      <w:r w:rsidR="00F538F9" w:rsidRPr="00834B42">
        <w:rPr>
          <w:rFonts w:ascii="Cambria" w:hAnsi="Cambria"/>
        </w:rPr>
        <w:t xml:space="preserve">chool.  </w:t>
      </w:r>
    </w:p>
    <w:p w14:paraId="52B14867" w14:textId="1BCCFD70" w:rsidR="00A04D5D" w:rsidRPr="00834B42" w:rsidRDefault="00F538F9" w:rsidP="00A81B74">
      <w:pPr>
        <w:pStyle w:val="ListParagraph"/>
        <w:numPr>
          <w:ilvl w:val="0"/>
          <w:numId w:val="6"/>
        </w:numPr>
        <w:spacing w:after="120" w:line="240" w:lineRule="auto"/>
        <w:contextualSpacing w:val="0"/>
        <w:rPr>
          <w:rFonts w:ascii="Cambria" w:hAnsi="Cambria"/>
        </w:rPr>
      </w:pPr>
      <w:r w:rsidRPr="00834B42">
        <w:rPr>
          <w:rFonts w:ascii="Cambria" w:hAnsi="Cambria"/>
        </w:rPr>
        <w:t xml:space="preserve">I have heard and seen how you are caring for one another with meals and cards, but also how you are reaching out to pray </w:t>
      </w:r>
      <w:r w:rsidR="00CD2FB5" w:rsidRPr="00834B42">
        <w:rPr>
          <w:rFonts w:ascii="Cambria" w:hAnsi="Cambria"/>
        </w:rPr>
        <w:t xml:space="preserve">and to care </w:t>
      </w:r>
      <w:r w:rsidRPr="00834B42">
        <w:rPr>
          <w:rFonts w:ascii="Cambria" w:hAnsi="Cambria"/>
        </w:rPr>
        <w:t xml:space="preserve">for </w:t>
      </w:r>
      <w:r w:rsidR="00CD2FB5" w:rsidRPr="00834B42">
        <w:rPr>
          <w:rFonts w:ascii="Cambria" w:hAnsi="Cambria"/>
        </w:rPr>
        <w:t>neighbors and friends</w:t>
      </w:r>
      <w:r w:rsidR="00666FF3" w:rsidRPr="00834B42">
        <w:rPr>
          <w:rFonts w:ascii="Cambria" w:hAnsi="Cambria"/>
        </w:rPr>
        <w:t xml:space="preserve"> through generous donations and hands</w:t>
      </w:r>
      <w:r w:rsidR="00A81B74">
        <w:rPr>
          <w:rFonts w:ascii="Cambria" w:hAnsi="Cambria"/>
        </w:rPr>
        <w:t>-</w:t>
      </w:r>
      <w:r w:rsidR="00666FF3" w:rsidRPr="00834B42">
        <w:rPr>
          <w:rFonts w:ascii="Cambria" w:hAnsi="Cambria"/>
        </w:rPr>
        <w:t>on engagements</w:t>
      </w:r>
      <w:r w:rsidR="00CD2FB5" w:rsidRPr="00834B42">
        <w:rPr>
          <w:rFonts w:ascii="Cambria" w:hAnsi="Cambria"/>
        </w:rPr>
        <w:t xml:space="preserve">.  </w:t>
      </w:r>
    </w:p>
    <w:p w14:paraId="76B775BB" w14:textId="5D925AC6" w:rsidR="00E12168" w:rsidRPr="00834B42" w:rsidRDefault="00CD2FB5" w:rsidP="00A04D5D">
      <w:pPr>
        <w:pStyle w:val="ListParagraph"/>
        <w:numPr>
          <w:ilvl w:val="0"/>
          <w:numId w:val="6"/>
        </w:numPr>
        <w:spacing w:line="240" w:lineRule="auto"/>
        <w:rPr>
          <w:rFonts w:ascii="Cambria" w:hAnsi="Cambria"/>
        </w:rPr>
      </w:pPr>
      <w:r w:rsidRPr="00834B42">
        <w:rPr>
          <w:rFonts w:ascii="Cambria" w:hAnsi="Cambria"/>
        </w:rPr>
        <w:t xml:space="preserve">I have heard and seen how </w:t>
      </w:r>
      <w:r w:rsidR="00FE67B3" w:rsidRPr="00834B42">
        <w:rPr>
          <w:rFonts w:ascii="Cambria" w:hAnsi="Cambria"/>
        </w:rPr>
        <w:t xml:space="preserve">you </w:t>
      </w:r>
      <w:r w:rsidR="00666475" w:rsidRPr="00834B42">
        <w:rPr>
          <w:rFonts w:ascii="Cambria" w:hAnsi="Cambria"/>
        </w:rPr>
        <w:t>are having</w:t>
      </w:r>
      <w:r w:rsidR="00FE67B3" w:rsidRPr="00834B42">
        <w:rPr>
          <w:rFonts w:ascii="Cambria" w:hAnsi="Cambria"/>
        </w:rPr>
        <w:t xml:space="preserve"> fun together and </w:t>
      </w:r>
      <w:r w:rsidR="00666475" w:rsidRPr="00834B42">
        <w:rPr>
          <w:rFonts w:ascii="Cambria" w:hAnsi="Cambria"/>
        </w:rPr>
        <w:t>are inviting others to share in your fellowship.</w:t>
      </w:r>
    </w:p>
    <w:p w14:paraId="7895AC18" w14:textId="77777777" w:rsidR="00B81076" w:rsidRDefault="004956EF" w:rsidP="003B243C">
      <w:pPr>
        <w:spacing w:line="240" w:lineRule="auto"/>
        <w:rPr>
          <w:rFonts w:ascii="Cambria" w:hAnsi="Cambria"/>
        </w:rPr>
      </w:pPr>
      <w:r w:rsidRPr="00834B42">
        <w:rPr>
          <w:rFonts w:ascii="Cambria" w:hAnsi="Cambria"/>
        </w:rPr>
        <w:t>I believe that</w:t>
      </w:r>
      <w:r w:rsidR="000466DB" w:rsidRPr="00834B42">
        <w:rPr>
          <w:rFonts w:ascii="Cambria" w:hAnsi="Cambria"/>
        </w:rPr>
        <w:t xml:space="preserve"> not only our church and our community have been impacted</w:t>
      </w:r>
      <w:r w:rsidR="005F0E33" w:rsidRPr="00834B42">
        <w:rPr>
          <w:rFonts w:ascii="Cambria" w:hAnsi="Cambria"/>
        </w:rPr>
        <w:t xml:space="preserve"> by our attention to this thing that really matters</w:t>
      </w:r>
      <w:r w:rsidR="000466DB" w:rsidRPr="00834B42">
        <w:rPr>
          <w:rFonts w:ascii="Cambria" w:hAnsi="Cambria"/>
        </w:rPr>
        <w:t>, but that we ourselves have been impacted</w:t>
      </w:r>
      <w:r w:rsidR="00EF38CE">
        <w:rPr>
          <w:rFonts w:ascii="Cambria" w:hAnsi="Cambria"/>
        </w:rPr>
        <w:t>.  A</w:t>
      </w:r>
      <w:r w:rsidR="000466DB" w:rsidRPr="00834B42">
        <w:rPr>
          <w:rFonts w:ascii="Cambria" w:hAnsi="Cambria"/>
        </w:rPr>
        <w:t xml:space="preserve">s we have made personally meaningful </w:t>
      </w:r>
      <w:r w:rsidR="005B7CDD" w:rsidRPr="00834B42">
        <w:rPr>
          <w:rFonts w:ascii="Cambria" w:hAnsi="Cambria"/>
        </w:rPr>
        <w:t xml:space="preserve">sacrifices </w:t>
      </w:r>
      <w:r w:rsidR="000466DB" w:rsidRPr="00834B42">
        <w:rPr>
          <w:rFonts w:ascii="Cambria" w:hAnsi="Cambria"/>
        </w:rPr>
        <w:t>of time, talent, and treasure</w:t>
      </w:r>
      <w:r w:rsidR="00EF38CE">
        <w:rPr>
          <w:rFonts w:ascii="Cambria" w:hAnsi="Cambria"/>
        </w:rPr>
        <w:t>, w</w:t>
      </w:r>
      <w:r w:rsidR="00C86986" w:rsidRPr="00834B42">
        <w:rPr>
          <w:rFonts w:ascii="Cambria" w:hAnsi="Cambria"/>
        </w:rPr>
        <w:t>e have found ourselves to be a part of something bigger than ourselves.</w:t>
      </w:r>
      <w:r w:rsidR="00A63103">
        <w:rPr>
          <w:rFonts w:ascii="Cambria" w:hAnsi="Cambria"/>
        </w:rPr>
        <w:t xml:space="preserve">  </w:t>
      </w:r>
    </w:p>
    <w:p w14:paraId="39E13AB2" w14:textId="72BC0333" w:rsidR="00373906" w:rsidRDefault="00B81076" w:rsidP="003B243C">
      <w:p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Having taken stock of where we’ve been, we </w:t>
      </w:r>
      <w:r w:rsidR="0058569F">
        <w:rPr>
          <w:rFonts w:ascii="Cambria" w:hAnsi="Cambria"/>
        </w:rPr>
        <w:t>can look forward with hope to where we are going.  Our session has prayerfully prepared a visionary budget</w:t>
      </w:r>
      <w:r w:rsidR="00796DF7">
        <w:rPr>
          <w:rFonts w:ascii="Cambria" w:hAnsi="Cambria"/>
        </w:rPr>
        <w:t xml:space="preserve"> to undergird the </w:t>
      </w:r>
      <w:r w:rsidR="00526E61">
        <w:rPr>
          <w:rFonts w:ascii="Cambria" w:hAnsi="Cambria"/>
        </w:rPr>
        <w:t>mission we believe God is calling us to engage and invites</w:t>
      </w:r>
      <w:r w:rsidR="0058569F">
        <w:rPr>
          <w:rFonts w:ascii="Cambria" w:hAnsi="Cambria"/>
        </w:rPr>
        <w:t xml:space="preserve"> </w:t>
      </w:r>
      <w:r w:rsidR="00816C77">
        <w:rPr>
          <w:rFonts w:ascii="Cambria" w:hAnsi="Cambria"/>
        </w:rPr>
        <w:t xml:space="preserve">each of us </w:t>
      </w:r>
      <w:r w:rsidR="00526E61">
        <w:rPr>
          <w:rFonts w:ascii="Cambria" w:hAnsi="Cambria"/>
        </w:rPr>
        <w:t>to</w:t>
      </w:r>
      <w:r w:rsidR="00116950">
        <w:rPr>
          <w:rFonts w:ascii="Cambria" w:hAnsi="Cambria"/>
        </w:rPr>
        <w:t xml:space="preserve"> </w:t>
      </w:r>
      <w:r w:rsidR="00816C77">
        <w:rPr>
          <w:rFonts w:ascii="Cambria" w:hAnsi="Cambria"/>
        </w:rPr>
        <w:t>prayerfully consider</w:t>
      </w:r>
      <w:r w:rsidR="00F87685">
        <w:rPr>
          <w:rFonts w:ascii="Cambria" w:hAnsi="Cambria"/>
        </w:rPr>
        <w:t xml:space="preserve"> our own answers to the following questions, </w:t>
      </w:r>
      <w:r w:rsidR="002D42C3" w:rsidRPr="00834B42">
        <w:rPr>
          <w:rFonts w:ascii="Cambria" w:hAnsi="Cambria"/>
        </w:rPr>
        <w:t xml:space="preserve">“How will I be a part of what </w:t>
      </w:r>
      <w:r w:rsidR="00211D92" w:rsidRPr="00834B42">
        <w:rPr>
          <w:rFonts w:ascii="Cambria" w:hAnsi="Cambria"/>
        </w:rPr>
        <w:t>God is doing in and through my church?</w:t>
      </w:r>
      <w:r w:rsidR="00AB24A3" w:rsidRPr="00834B42">
        <w:rPr>
          <w:rFonts w:ascii="Cambria" w:hAnsi="Cambria"/>
        </w:rPr>
        <w:t xml:space="preserve">  What impactful contribution </w:t>
      </w:r>
      <w:r w:rsidR="00E65CF1" w:rsidRPr="00834B42">
        <w:rPr>
          <w:rFonts w:ascii="Cambria" w:hAnsi="Cambria"/>
        </w:rPr>
        <w:t>will I make</w:t>
      </w:r>
      <w:r w:rsidR="00373906">
        <w:rPr>
          <w:rFonts w:ascii="Cambria" w:hAnsi="Cambria"/>
        </w:rPr>
        <w:t xml:space="preserve"> in the year to come</w:t>
      </w:r>
      <w:r w:rsidR="00E65CF1" w:rsidRPr="00834B42">
        <w:rPr>
          <w:rFonts w:ascii="Cambria" w:hAnsi="Cambria"/>
        </w:rPr>
        <w:t>?”</w:t>
      </w:r>
    </w:p>
    <w:p w14:paraId="1E11B54C" w14:textId="3BF601BC" w:rsidR="00021A05" w:rsidRPr="00834B42" w:rsidRDefault="007C64A0" w:rsidP="00EF3DBB">
      <w:p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I thank </w:t>
      </w:r>
      <w:r w:rsidR="00D009CF">
        <w:rPr>
          <w:rFonts w:ascii="Cambria" w:hAnsi="Cambria"/>
        </w:rPr>
        <w:t>God for you</w:t>
      </w:r>
      <w:r w:rsidR="00C058F3">
        <w:rPr>
          <w:rFonts w:ascii="Cambria" w:hAnsi="Cambria"/>
        </w:rPr>
        <w:t xml:space="preserve">, for the commitments you have made and faithfully fulfill, and for your prayerful consideration of the </w:t>
      </w:r>
      <w:r w:rsidR="00DF6189">
        <w:rPr>
          <w:rFonts w:ascii="Cambria" w:hAnsi="Cambria"/>
        </w:rPr>
        <w:t xml:space="preserve">gifts you will </w:t>
      </w:r>
      <w:r w:rsidR="00EF3DBB">
        <w:rPr>
          <w:rFonts w:ascii="Cambria" w:hAnsi="Cambria"/>
        </w:rPr>
        <w:t>offer in the year to come.</w:t>
      </w:r>
    </w:p>
    <w:p w14:paraId="3CBCE629" w14:textId="3D48A080" w:rsidR="00354F5D" w:rsidRDefault="00EF3DBB" w:rsidP="00A81B74">
      <w:pPr>
        <w:tabs>
          <w:tab w:val="left" w:pos="1555"/>
        </w:tabs>
        <w:spacing w:after="240" w:line="240" w:lineRule="auto"/>
        <w:rPr>
          <w:rFonts w:ascii="Cambria" w:hAnsi="Cambria"/>
        </w:rPr>
      </w:pPr>
      <w:r>
        <w:rPr>
          <w:rFonts w:ascii="Cambria" w:hAnsi="Cambria"/>
        </w:rPr>
        <w:t>With gratitude and hope, I am your pastor and friend,</w:t>
      </w:r>
    </w:p>
    <w:p w14:paraId="78F200A5" w14:textId="77777777" w:rsidR="00333C5B" w:rsidRDefault="00333C5B" w:rsidP="00A81B74">
      <w:pPr>
        <w:tabs>
          <w:tab w:val="left" w:pos="1555"/>
        </w:tabs>
        <w:spacing w:after="0" w:line="240" w:lineRule="auto"/>
        <w:rPr>
          <w:rFonts w:ascii="Cambria" w:hAnsi="Cambria"/>
        </w:rPr>
      </w:pPr>
    </w:p>
    <w:p w14:paraId="59C36B47" w14:textId="74659AD6" w:rsidR="00B33AAC" w:rsidRPr="00834B42" w:rsidRDefault="00EF3DBB" w:rsidP="00A81B74">
      <w:pPr>
        <w:tabs>
          <w:tab w:val="left" w:pos="1555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Caroline</w:t>
      </w:r>
    </w:p>
    <w:sectPr w:rsidR="00B33AAC" w:rsidRPr="00834B42" w:rsidSect="00A81B74">
      <w:footerReference w:type="default" r:id="rId12"/>
      <w:footerReference w:type="first" r:id="rId13"/>
      <w:pgSz w:w="12240" w:h="15840"/>
      <w:pgMar w:top="63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72729" w14:textId="77777777" w:rsidR="00017CED" w:rsidRDefault="00017CED" w:rsidP="00425AAE">
      <w:pPr>
        <w:spacing w:after="0" w:line="240" w:lineRule="auto"/>
      </w:pPr>
      <w:r>
        <w:separator/>
      </w:r>
    </w:p>
  </w:endnote>
  <w:endnote w:type="continuationSeparator" w:id="0">
    <w:p w14:paraId="21BC8075" w14:textId="77777777" w:rsidR="00017CED" w:rsidRDefault="00017CED" w:rsidP="00425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609" w14:textId="77777777" w:rsidR="00D91F4A" w:rsidRPr="00D91F4A" w:rsidRDefault="00D91F4A" w:rsidP="00D91F4A">
    <w:pPr>
      <w:pStyle w:val="Footer"/>
      <w:jc w:val="center"/>
      <w:rPr>
        <w:rFonts w:ascii="Corbel" w:hAnsi="Corbel"/>
        <w:color w:val="002D70"/>
        <w:sz w:val="20"/>
        <w:szCs w:val="20"/>
      </w:rPr>
    </w:pPr>
    <w:r w:rsidRPr="00D91F4A">
      <w:rPr>
        <w:rFonts w:ascii="Corbel" w:hAnsi="Corbel"/>
        <w:color w:val="002D70"/>
        <w:sz w:val="20"/>
        <w:szCs w:val="20"/>
      </w:rPr>
      <w:t>An Inclusive Community of Faith United by Our Belief In and Commitment to Jesus Christ</w:t>
    </w:r>
  </w:p>
  <w:p w14:paraId="7A4C9A20" w14:textId="565FCEAE" w:rsidR="00C16A1E" w:rsidRPr="00D91F4A" w:rsidRDefault="00D91F4A" w:rsidP="00D91F4A">
    <w:pPr>
      <w:pStyle w:val="Footer"/>
      <w:jc w:val="center"/>
      <w:rPr>
        <w:rFonts w:ascii="Corbel" w:hAnsi="Corbel"/>
        <w:color w:val="002D70"/>
        <w:sz w:val="20"/>
        <w:szCs w:val="20"/>
      </w:rPr>
    </w:pPr>
    <w:r w:rsidRPr="00D91F4A">
      <w:rPr>
        <w:rFonts w:ascii="Corbel" w:hAnsi="Corbel"/>
        <w:color w:val="002D70"/>
        <w:sz w:val="20"/>
        <w:szCs w:val="20"/>
      </w:rPr>
      <w:t xml:space="preserve">2330 Cokesbury Road, Greenwood, SC 29649  </w:t>
    </w:r>
    <w:r w:rsidRPr="00D91F4A">
      <w:rPr>
        <w:rFonts w:ascii="Corbel" w:hAnsi="Corbel"/>
        <w:color w:val="002D70"/>
        <w:sz w:val="20"/>
        <w:szCs w:val="20"/>
      </w:rPr>
      <w:sym w:font="Wingdings" w:char="F0B1"/>
    </w:r>
    <w:r w:rsidRPr="00D91F4A">
      <w:rPr>
        <w:rFonts w:ascii="Corbel" w:hAnsi="Corbel"/>
        <w:color w:val="002D70"/>
        <w:sz w:val="20"/>
        <w:szCs w:val="20"/>
      </w:rPr>
      <w:t xml:space="preserve">  wpcgnwd.com  </w:t>
    </w:r>
    <w:r w:rsidRPr="00D91F4A">
      <w:rPr>
        <w:rFonts w:ascii="Corbel" w:hAnsi="Corbel"/>
        <w:color w:val="002D70"/>
        <w:sz w:val="20"/>
        <w:szCs w:val="20"/>
      </w:rPr>
      <w:sym w:font="Wingdings" w:char="F0B1"/>
    </w:r>
    <w:r w:rsidRPr="00D91F4A">
      <w:rPr>
        <w:rFonts w:ascii="Corbel" w:hAnsi="Corbel"/>
        <w:color w:val="002D70"/>
        <w:sz w:val="20"/>
        <w:szCs w:val="20"/>
      </w:rPr>
      <w:t xml:space="preserve">  864.229.3595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1E94" w14:textId="4808518D" w:rsidR="00E35D0B" w:rsidRPr="00D91F4A" w:rsidRDefault="00E35D0B" w:rsidP="00E35D0B">
    <w:pPr>
      <w:pStyle w:val="Footer"/>
      <w:jc w:val="center"/>
      <w:rPr>
        <w:rFonts w:ascii="Corbel" w:hAnsi="Corbel"/>
        <w:color w:val="002D70"/>
        <w:sz w:val="20"/>
        <w:szCs w:val="20"/>
      </w:rPr>
    </w:pPr>
    <w:r w:rsidRPr="00D91F4A">
      <w:rPr>
        <w:rFonts w:ascii="Corbel" w:hAnsi="Corbel"/>
        <w:color w:val="002D70"/>
        <w:sz w:val="20"/>
        <w:szCs w:val="20"/>
      </w:rPr>
      <w:t xml:space="preserve">An Inclusive Community of Faith United by Our Belief </w:t>
    </w:r>
    <w:r w:rsidR="009979B3">
      <w:rPr>
        <w:rFonts w:ascii="Corbel" w:hAnsi="Corbel"/>
        <w:color w:val="002D70"/>
        <w:sz w:val="20"/>
        <w:szCs w:val="20"/>
      </w:rPr>
      <w:t>I</w:t>
    </w:r>
    <w:r w:rsidRPr="00D91F4A">
      <w:rPr>
        <w:rFonts w:ascii="Corbel" w:hAnsi="Corbel"/>
        <w:color w:val="002D70"/>
        <w:sz w:val="20"/>
        <w:szCs w:val="20"/>
      </w:rPr>
      <w:t xml:space="preserve">n and Commitment </w:t>
    </w:r>
    <w:r w:rsidR="009979B3">
      <w:rPr>
        <w:rFonts w:ascii="Corbel" w:hAnsi="Corbel"/>
        <w:color w:val="002D70"/>
        <w:sz w:val="20"/>
        <w:szCs w:val="20"/>
      </w:rPr>
      <w:t>T</w:t>
    </w:r>
    <w:r w:rsidRPr="00D91F4A">
      <w:rPr>
        <w:rFonts w:ascii="Corbel" w:hAnsi="Corbel"/>
        <w:color w:val="002D70"/>
        <w:sz w:val="20"/>
        <w:szCs w:val="20"/>
      </w:rPr>
      <w:t>o Jesus Christ</w:t>
    </w:r>
  </w:p>
  <w:p w14:paraId="535B4CF0" w14:textId="66B148CF" w:rsidR="00E35D0B" w:rsidRPr="00D91F4A" w:rsidRDefault="00E35D0B" w:rsidP="00E35D0B">
    <w:pPr>
      <w:pStyle w:val="Footer"/>
      <w:jc w:val="center"/>
      <w:rPr>
        <w:rFonts w:ascii="Corbel" w:hAnsi="Corbel"/>
        <w:color w:val="002D70"/>
        <w:sz w:val="20"/>
        <w:szCs w:val="20"/>
      </w:rPr>
    </w:pPr>
    <w:r w:rsidRPr="00D91F4A">
      <w:rPr>
        <w:rFonts w:ascii="Corbel" w:hAnsi="Corbel"/>
        <w:color w:val="002D70"/>
        <w:sz w:val="20"/>
        <w:szCs w:val="20"/>
      </w:rPr>
      <w:t xml:space="preserve">2330 Cokesbury Road, Greenwood, SC 29649  </w:t>
    </w:r>
    <w:r w:rsidRPr="00D91F4A">
      <w:rPr>
        <w:rFonts w:ascii="Corbel" w:hAnsi="Corbel"/>
        <w:color w:val="002D70"/>
        <w:sz w:val="20"/>
        <w:szCs w:val="20"/>
      </w:rPr>
      <w:sym w:font="Wingdings" w:char="F0B1"/>
    </w:r>
    <w:r w:rsidRPr="00D91F4A">
      <w:rPr>
        <w:rFonts w:ascii="Corbel" w:hAnsi="Corbel"/>
        <w:color w:val="002D70"/>
        <w:sz w:val="20"/>
        <w:szCs w:val="20"/>
      </w:rPr>
      <w:t xml:space="preserve">  wpcgnwd.</w:t>
    </w:r>
    <w:r w:rsidR="0003255E">
      <w:rPr>
        <w:rFonts w:ascii="Corbel" w:hAnsi="Corbel"/>
        <w:color w:val="002D70"/>
        <w:sz w:val="20"/>
        <w:szCs w:val="20"/>
      </w:rPr>
      <w:t>org</w:t>
    </w:r>
    <w:r w:rsidRPr="00D91F4A">
      <w:rPr>
        <w:rFonts w:ascii="Corbel" w:hAnsi="Corbel"/>
        <w:color w:val="002D70"/>
        <w:sz w:val="20"/>
        <w:szCs w:val="20"/>
      </w:rPr>
      <w:t xml:space="preserve">  </w:t>
    </w:r>
    <w:r w:rsidRPr="00D91F4A">
      <w:rPr>
        <w:rFonts w:ascii="Corbel" w:hAnsi="Corbel"/>
        <w:color w:val="002D70"/>
        <w:sz w:val="20"/>
        <w:szCs w:val="20"/>
      </w:rPr>
      <w:sym w:font="Wingdings" w:char="F0B1"/>
    </w:r>
    <w:r w:rsidRPr="00D91F4A">
      <w:rPr>
        <w:rFonts w:ascii="Corbel" w:hAnsi="Corbel"/>
        <w:color w:val="002D70"/>
        <w:sz w:val="20"/>
        <w:szCs w:val="20"/>
      </w:rPr>
      <w:t xml:space="preserve">  864.229.3595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4FD44" w14:textId="77777777" w:rsidR="00017CED" w:rsidRDefault="00017CED" w:rsidP="00425AAE">
      <w:pPr>
        <w:spacing w:after="0" w:line="240" w:lineRule="auto"/>
      </w:pPr>
      <w:r>
        <w:separator/>
      </w:r>
    </w:p>
  </w:footnote>
  <w:footnote w:type="continuationSeparator" w:id="0">
    <w:p w14:paraId="3F4CE1CA" w14:textId="77777777" w:rsidR="00017CED" w:rsidRDefault="00017CED" w:rsidP="00425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E16E2"/>
    <w:multiLevelType w:val="multilevel"/>
    <w:tmpl w:val="6042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0524D9C"/>
    <w:multiLevelType w:val="hybridMultilevel"/>
    <w:tmpl w:val="21949B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036F3"/>
    <w:multiLevelType w:val="multilevel"/>
    <w:tmpl w:val="6042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F3196D"/>
    <w:multiLevelType w:val="multilevel"/>
    <w:tmpl w:val="61A091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37E7C83"/>
    <w:multiLevelType w:val="multilevel"/>
    <w:tmpl w:val="6042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6166D9C"/>
    <w:multiLevelType w:val="multilevel"/>
    <w:tmpl w:val="6042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56939157">
    <w:abstractNumId w:val="4"/>
  </w:num>
  <w:num w:numId="2" w16cid:durableId="474640496">
    <w:abstractNumId w:val="2"/>
  </w:num>
  <w:num w:numId="3" w16cid:durableId="1982147568">
    <w:abstractNumId w:val="0"/>
  </w:num>
  <w:num w:numId="4" w16cid:durableId="2066830504">
    <w:abstractNumId w:val="3"/>
  </w:num>
  <w:num w:numId="5" w16cid:durableId="415589635">
    <w:abstractNumId w:val="5"/>
  </w:num>
  <w:num w:numId="6" w16cid:durableId="550311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70"/>
    <w:rsid w:val="000046FF"/>
    <w:rsid w:val="00006015"/>
    <w:rsid w:val="00017CED"/>
    <w:rsid w:val="00021A05"/>
    <w:rsid w:val="00024203"/>
    <w:rsid w:val="0003255E"/>
    <w:rsid w:val="00034676"/>
    <w:rsid w:val="000466DB"/>
    <w:rsid w:val="00046CD2"/>
    <w:rsid w:val="0005578F"/>
    <w:rsid w:val="0007422D"/>
    <w:rsid w:val="00075CA8"/>
    <w:rsid w:val="000763AB"/>
    <w:rsid w:val="00085B2D"/>
    <w:rsid w:val="000A0091"/>
    <w:rsid w:val="000B3728"/>
    <w:rsid w:val="000C1A09"/>
    <w:rsid w:val="000C643E"/>
    <w:rsid w:val="000D25CB"/>
    <w:rsid w:val="000D6EB9"/>
    <w:rsid w:val="000E23E2"/>
    <w:rsid w:val="000E278C"/>
    <w:rsid w:val="00116950"/>
    <w:rsid w:val="00120565"/>
    <w:rsid w:val="00121801"/>
    <w:rsid w:val="001272D1"/>
    <w:rsid w:val="00131A8D"/>
    <w:rsid w:val="001436FD"/>
    <w:rsid w:val="00154864"/>
    <w:rsid w:val="00167C14"/>
    <w:rsid w:val="00174157"/>
    <w:rsid w:val="001741B7"/>
    <w:rsid w:val="001852FF"/>
    <w:rsid w:val="001C45EA"/>
    <w:rsid w:val="001D3015"/>
    <w:rsid w:val="001D484D"/>
    <w:rsid w:val="001E1518"/>
    <w:rsid w:val="001E2D7B"/>
    <w:rsid w:val="001F2A50"/>
    <w:rsid w:val="001F4BB2"/>
    <w:rsid w:val="001F5B1E"/>
    <w:rsid w:val="0020599C"/>
    <w:rsid w:val="00210F7D"/>
    <w:rsid w:val="00211D92"/>
    <w:rsid w:val="002127B6"/>
    <w:rsid w:val="002200F9"/>
    <w:rsid w:val="00222809"/>
    <w:rsid w:val="00225367"/>
    <w:rsid w:val="00226C85"/>
    <w:rsid w:val="00231457"/>
    <w:rsid w:val="002477DE"/>
    <w:rsid w:val="00264DB4"/>
    <w:rsid w:val="00271063"/>
    <w:rsid w:val="00281700"/>
    <w:rsid w:val="00282B47"/>
    <w:rsid w:val="002A5B2A"/>
    <w:rsid w:val="002B09BD"/>
    <w:rsid w:val="002B4EF5"/>
    <w:rsid w:val="002C6E08"/>
    <w:rsid w:val="002D42C3"/>
    <w:rsid w:val="002E3CDF"/>
    <w:rsid w:val="002E5203"/>
    <w:rsid w:val="002E5F7F"/>
    <w:rsid w:val="0030147B"/>
    <w:rsid w:val="0030325D"/>
    <w:rsid w:val="00304F9B"/>
    <w:rsid w:val="00324101"/>
    <w:rsid w:val="003241F3"/>
    <w:rsid w:val="00332FB7"/>
    <w:rsid w:val="00333C5B"/>
    <w:rsid w:val="003417CF"/>
    <w:rsid w:val="00342C41"/>
    <w:rsid w:val="00354F5D"/>
    <w:rsid w:val="003679D9"/>
    <w:rsid w:val="00373906"/>
    <w:rsid w:val="003748E8"/>
    <w:rsid w:val="00374AF1"/>
    <w:rsid w:val="00382BF2"/>
    <w:rsid w:val="003850C3"/>
    <w:rsid w:val="00386EC4"/>
    <w:rsid w:val="003A02FA"/>
    <w:rsid w:val="003A2DC6"/>
    <w:rsid w:val="003B243C"/>
    <w:rsid w:val="003B3BD4"/>
    <w:rsid w:val="003B65ED"/>
    <w:rsid w:val="003C1811"/>
    <w:rsid w:val="003C43A7"/>
    <w:rsid w:val="003C4AF3"/>
    <w:rsid w:val="003C6B8E"/>
    <w:rsid w:val="003D210C"/>
    <w:rsid w:val="003E4DC1"/>
    <w:rsid w:val="00401BC6"/>
    <w:rsid w:val="004030A4"/>
    <w:rsid w:val="00403233"/>
    <w:rsid w:val="00425AAE"/>
    <w:rsid w:val="00427792"/>
    <w:rsid w:val="00433C64"/>
    <w:rsid w:val="004477B1"/>
    <w:rsid w:val="004506EC"/>
    <w:rsid w:val="004547E0"/>
    <w:rsid w:val="00456EA7"/>
    <w:rsid w:val="00477A63"/>
    <w:rsid w:val="00477B80"/>
    <w:rsid w:val="00481031"/>
    <w:rsid w:val="00492ED5"/>
    <w:rsid w:val="004956EF"/>
    <w:rsid w:val="00497BB2"/>
    <w:rsid w:val="004A6671"/>
    <w:rsid w:val="004A6AED"/>
    <w:rsid w:val="004B0069"/>
    <w:rsid w:val="004B4348"/>
    <w:rsid w:val="004F5A17"/>
    <w:rsid w:val="00503096"/>
    <w:rsid w:val="00517024"/>
    <w:rsid w:val="00526E61"/>
    <w:rsid w:val="00530964"/>
    <w:rsid w:val="00532A58"/>
    <w:rsid w:val="005411A3"/>
    <w:rsid w:val="005411C3"/>
    <w:rsid w:val="00551345"/>
    <w:rsid w:val="00551B63"/>
    <w:rsid w:val="0055432B"/>
    <w:rsid w:val="005565B6"/>
    <w:rsid w:val="00570401"/>
    <w:rsid w:val="00570827"/>
    <w:rsid w:val="0057412E"/>
    <w:rsid w:val="0058569F"/>
    <w:rsid w:val="0059496D"/>
    <w:rsid w:val="005B23E3"/>
    <w:rsid w:val="005B389A"/>
    <w:rsid w:val="005B5900"/>
    <w:rsid w:val="005B7CDD"/>
    <w:rsid w:val="005C570D"/>
    <w:rsid w:val="005D12FA"/>
    <w:rsid w:val="005D24B5"/>
    <w:rsid w:val="005D3907"/>
    <w:rsid w:val="005F0E33"/>
    <w:rsid w:val="00602D6A"/>
    <w:rsid w:val="00626047"/>
    <w:rsid w:val="0064677F"/>
    <w:rsid w:val="00666475"/>
    <w:rsid w:val="00666FF3"/>
    <w:rsid w:val="00670C4F"/>
    <w:rsid w:val="00681604"/>
    <w:rsid w:val="006955CC"/>
    <w:rsid w:val="006A11BF"/>
    <w:rsid w:val="006A253C"/>
    <w:rsid w:val="006A33A0"/>
    <w:rsid w:val="006A3D52"/>
    <w:rsid w:val="006B2C41"/>
    <w:rsid w:val="006C4A44"/>
    <w:rsid w:val="006D6EDE"/>
    <w:rsid w:val="006E1E83"/>
    <w:rsid w:val="006E6305"/>
    <w:rsid w:val="006E72D6"/>
    <w:rsid w:val="006F2BAF"/>
    <w:rsid w:val="00717AF6"/>
    <w:rsid w:val="00717C36"/>
    <w:rsid w:val="00717F4A"/>
    <w:rsid w:val="007255F6"/>
    <w:rsid w:val="00762D21"/>
    <w:rsid w:val="00765697"/>
    <w:rsid w:val="007764D2"/>
    <w:rsid w:val="00784AF8"/>
    <w:rsid w:val="00787C6A"/>
    <w:rsid w:val="007930C2"/>
    <w:rsid w:val="007943A6"/>
    <w:rsid w:val="00796DF7"/>
    <w:rsid w:val="007A2C19"/>
    <w:rsid w:val="007A7614"/>
    <w:rsid w:val="007C24D8"/>
    <w:rsid w:val="007C64A0"/>
    <w:rsid w:val="007D29DD"/>
    <w:rsid w:val="007D481C"/>
    <w:rsid w:val="007D524D"/>
    <w:rsid w:val="007F28CC"/>
    <w:rsid w:val="007F2C0C"/>
    <w:rsid w:val="00812DAC"/>
    <w:rsid w:val="00816C77"/>
    <w:rsid w:val="00823080"/>
    <w:rsid w:val="00834B42"/>
    <w:rsid w:val="00835CC4"/>
    <w:rsid w:val="00844E33"/>
    <w:rsid w:val="008568D5"/>
    <w:rsid w:val="00866BEB"/>
    <w:rsid w:val="00893DE4"/>
    <w:rsid w:val="00896643"/>
    <w:rsid w:val="008A0A6A"/>
    <w:rsid w:val="008B4654"/>
    <w:rsid w:val="008B4E08"/>
    <w:rsid w:val="008B65ED"/>
    <w:rsid w:val="008C31D7"/>
    <w:rsid w:val="008D3269"/>
    <w:rsid w:val="008E5544"/>
    <w:rsid w:val="008F3457"/>
    <w:rsid w:val="00917AE4"/>
    <w:rsid w:val="00922EC3"/>
    <w:rsid w:val="00927A27"/>
    <w:rsid w:val="0093184E"/>
    <w:rsid w:val="00950094"/>
    <w:rsid w:val="009608CC"/>
    <w:rsid w:val="00960B3F"/>
    <w:rsid w:val="00964137"/>
    <w:rsid w:val="00964692"/>
    <w:rsid w:val="009979B3"/>
    <w:rsid w:val="009A6ADB"/>
    <w:rsid w:val="009A7C00"/>
    <w:rsid w:val="009B1627"/>
    <w:rsid w:val="009B5C76"/>
    <w:rsid w:val="009B6096"/>
    <w:rsid w:val="009C3839"/>
    <w:rsid w:val="009E3865"/>
    <w:rsid w:val="009F4C6C"/>
    <w:rsid w:val="009F5622"/>
    <w:rsid w:val="00A04D5D"/>
    <w:rsid w:val="00A15949"/>
    <w:rsid w:val="00A15F9E"/>
    <w:rsid w:val="00A17A67"/>
    <w:rsid w:val="00A3420A"/>
    <w:rsid w:val="00A530DA"/>
    <w:rsid w:val="00A63103"/>
    <w:rsid w:val="00A81B74"/>
    <w:rsid w:val="00A87C4F"/>
    <w:rsid w:val="00A87F63"/>
    <w:rsid w:val="00A96E14"/>
    <w:rsid w:val="00A973F5"/>
    <w:rsid w:val="00AA1D00"/>
    <w:rsid w:val="00AA4E56"/>
    <w:rsid w:val="00AA69AA"/>
    <w:rsid w:val="00AB1ACE"/>
    <w:rsid w:val="00AB24A3"/>
    <w:rsid w:val="00AD04C8"/>
    <w:rsid w:val="00AD2490"/>
    <w:rsid w:val="00AD7CE1"/>
    <w:rsid w:val="00AE18E8"/>
    <w:rsid w:val="00AE369A"/>
    <w:rsid w:val="00AF1B90"/>
    <w:rsid w:val="00B05689"/>
    <w:rsid w:val="00B24294"/>
    <w:rsid w:val="00B33AAC"/>
    <w:rsid w:val="00B4050C"/>
    <w:rsid w:val="00B4491D"/>
    <w:rsid w:val="00B475D7"/>
    <w:rsid w:val="00B50CC9"/>
    <w:rsid w:val="00B5130B"/>
    <w:rsid w:val="00B54D18"/>
    <w:rsid w:val="00B56C10"/>
    <w:rsid w:val="00B630B4"/>
    <w:rsid w:val="00B76160"/>
    <w:rsid w:val="00B81076"/>
    <w:rsid w:val="00BA4D27"/>
    <w:rsid w:val="00BA6DC1"/>
    <w:rsid w:val="00BB6F0F"/>
    <w:rsid w:val="00BC071D"/>
    <w:rsid w:val="00BD1BB0"/>
    <w:rsid w:val="00BD2B0C"/>
    <w:rsid w:val="00BF3A09"/>
    <w:rsid w:val="00BF5EC3"/>
    <w:rsid w:val="00BF6E3F"/>
    <w:rsid w:val="00BF7E50"/>
    <w:rsid w:val="00C05425"/>
    <w:rsid w:val="00C058F3"/>
    <w:rsid w:val="00C12B15"/>
    <w:rsid w:val="00C13C2C"/>
    <w:rsid w:val="00C16A1E"/>
    <w:rsid w:val="00C20D28"/>
    <w:rsid w:val="00C24873"/>
    <w:rsid w:val="00C31B0F"/>
    <w:rsid w:val="00C35770"/>
    <w:rsid w:val="00C5044E"/>
    <w:rsid w:val="00C535EF"/>
    <w:rsid w:val="00C7621C"/>
    <w:rsid w:val="00C77B28"/>
    <w:rsid w:val="00C82A03"/>
    <w:rsid w:val="00C840CB"/>
    <w:rsid w:val="00C86986"/>
    <w:rsid w:val="00C93146"/>
    <w:rsid w:val="00CA1184"/>
    <w:rsid w:val="00CA25B0"/>
    <w:rsid w:val="00CB4C2B"/>
    <w:rsid w:val="00CC0798"/>
    <w:rsid w:val="00CD2FB5"/>
    <w:rsid w:val="00CE62DA"/>
    <w:rsid w:val="00CF10BA"/>
    <w:rsid w:val="00CF69FE"/>
    <w:rsid w:val="00D009CF"/>
    <w:rsid w:val="00D06937"/>
    <w:rsid w:val="00D13882"/>
    <w:rsid w:val="00D13E33"/>
    <w:rsid w:val="00D16B5F"/>
    <w:rsid w:val="00D22CD4"/>
    <w:rsid w:val="00D31237"/>
    <w:rsid w:val="00D61C60"/>
    <w:rsid w:val="00D759F4"/>
    <w:rsid w:val="00D91F4A"/>
    <w:rsid w:val="00DA1526"/>
    <w:rsid w:val="00DA46B7"/>
    <w:rsid w:val="00DA64E0"/>
    <w:rsid w:val="00DB58AF"/>
    <w:rsid w:val="00DC029C"/>
    <w:rsid w:val="00DC74DC"/>
    <w:rsid w:val="00DE71DE"/>
    <w:rsid w:val="00DE749C"/>
    <w:rsid w:val="00DF02B6"/>
    <w:rsid w:val="00DF312D"/>
    <w:rsid w:val="00DF4385"/>
    <w:rsid w:val="00DF48EE"/>
    <w:rsid w:val="00DF6189"/>
    <w:rsid w:val="00E03B0F"/>
    <w:rsid w:val="00E108F9"/>
    <w:rsid w:val="00E12168"/>
    <w:rsid w:val="00E15D26"/>
    <w:rsid w:val="00E3226D"/>
    <w:rsid w:val="00E3487A"/>
    <w:rsid w:val="00E35D0B"/>
    <w:rsid w:val="00E40B9C"/>
    <w:rsid w:val="00E42E67"/>
    <w:rsid w:val="00E538A5"/>
    <w:rsid w:val="00E6016D"/>
    <w:rsid w:val="00E65CF1"/>
    <w:rsid w:val="00E73590"/>
    <w:rsid w:val="00E763BE"/>
    <w:rsid w:val="00E842E6"/>
    <w:rsid w:val="00EB36B0"/>
    <w:rsid w:val="00EC4D56"/>
    <w:rsid w:val="00ED40D6"/>
    <w:rsid w:val="00EE1D64"/>
    <w:rsid w:val="00EF38CE"/>
    <w:rsid w:val="00EF3DBB"/>
    <w:rsid w:val="00EF7622"/>
    <w:rsid w:val="00F00456"/>
    <w:rsid w:val="00F029B7"/>
    <w:rsid w:val="00F1467A"/>
    <w:rsid w:val="00F20964"/>
    <w:rsid w:val="00F22ACE"/>
    <w:rsid w:val="00F43DA4"/>
    <w:rsid w:val="00F45B31"/>
    <w:rsid w:val="00F538F9"/>
    <w:rsid w:val="00F53AB8"/>
    <w:rsid w:val="00F53DE0"/>
    <w:rsid w:val="00F5409E"/>
    <w:rsid w:val="00F569FF"/>
    <w:rsid w:val="00F710F9"/>
    <w:rsid w:val="00F74F9A"/>
    <w:rsid w:val="00F756D8"/>
    <w:rsid w:val="00F82470"/>
    <w:rsid w:val="00F87685"/>
    <w:rsid w:val="00FB3B30"/>
    <w:rsid w:val="00FB550A"/>
    <w:rsid w:val="00FE0629"/>
    <w:rsid w:val="00FE2855"/>
    <w:rsid w:val="00FE67B3"/>
    <w:rsid w:val="00FE6C99"/>
    <w:rsid w:val="00FE7DE0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6B388"/>
  <w15:docId w15:val="{1B857F44-0FC0-48D6-8945-070B1896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AAE"/>
  </w:style>
  <w:style w:type="paragraph" w:styleId="Footer">
    <w:name w:val="footer"/>
    <w:basedOn w:val="Normal"/>
    <w:link w:val="FooterChar"/>
    <w:uiPriority w:val="99"/>
    <w:unhideWhenUsed/>
    <w:rsid w:val="00425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AAE"/>
  </w:style>
  <w:style w:type="paragraph" w:styleId="BalloonText">
    <w:name w:val="Balloon Text"/>
    <w:basedOn w:val="Normal"/>
    <w:link w:val="BalloonTextChar"/>
    <w:uiPriority w:val="99"/>
    <w:semiHidden/>
    <w:unhideWhenUsed/>
    <w:rsid w:val="0042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411C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411C3"/>
  </w:style>
  <w:style w:type="paragraph" w:styleId="ListParagraph">
    <w:name w:val="List Paragraph"/>
    <w:basedOn w:val="Normal"/>
    <w:uiPriority w:val="34"/>
    <w:qFormat/>
    <w:rsid w:val="004A6AED"/>
    <w:pPr>
      <w:ind w:left="720"/>
      <w:contextualSpacing/>
    </w:pPr>
  </w:style>
  <w:style w:type="character" w:customStyle="1" w:styleId="text">
    <w:name w:val="text"/>
    <w:basedOn w:val="DefaultParagraphFont"/>
    <w:rsid w:val="00922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7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690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ire\Documents\Custom%20Office%20Templates\CFK%20Preferred%20V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29D034DDA80444AEF41EA69B1CD456" ma:contentTypeVersion="13" ma:contentTypeDescription="Create a new document." ma:contentTypeScope="" ma:versionID="6e4c3412e2cac35610f35ce6367e4899">
  <xsd:schema xmlns:xsd="http://www.w3.org/2001/XMLSchema" xmlns:xs="http://www.w3.org/2001/XMLSchema" xmlns:p="http://schemas.microsoft.com/office/2006/metadata/properties" xmlns:ns2="32df9d83-0b4a-49d2-a876-1b1c8f707881" xmlns:ns3="8dd30e08-04f2-4407-a693-40ccc8151916" targetNamespace="http://schemas.microsoft.com/office/2006/metadata/properties" ma:root="true" ma:fieldsID="a04d57d3d3b5d3e331018403a1da4122" ns2:_="" ns3:_="">
    <xsd:import namespace="32df9d83-0b4a-49d2-a876-1b1c8f707881"/>
    <xsd:import namespace="8dd30e08-04f2-4407-a693-40ccc81519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f9d83-0b4a-49d2-a876-1b1c8f707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546a71d-6f37-4111-9735-1f9cca69b3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30e08-04f2-4407-a693-40ccc815191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6d187a8-2c0a-4f68-9e1d-e09902b202e3}" ma:internalName="TaxCatchAll" ma:showField="CatchAllData" ma:web="8dd30e08-04f2-4407-a693-40ccc81519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EE9EA4-8C55-48F7-8F4A-16B8E001D2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D047D4-5A59-41FA-8E1D-BADACCBFB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2F20AF-C4E1-4D7C-9132-6450D1284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f9d83-0b4a-49d2-a876-1b1c8f707881"/>
    <ds:schemaRef ds:uri="8dd30e08-04f2-4407-a693-40ccc81519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CFK Preferred V01</Template>
  <TotalTime>17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Claire</dc:creator>
  <cp:lastModifiedBy>Westminster Presbyterian Church</cp:lastModifiedBy>
  <cp:revision>10</cp:revision>
  <cp:lastPrinted>2023-10-05T15:41:00Z</cp:lastPrinted>
  <dcterms:created xsi:type="dcterms:W3CDTF">2023-10-31T14:40:00Z</dcterms:created>
  <dcterms:modified xsi:type="dcterms:W3CDTF">2023-11-06T14:24:00Z</dcterms:modified>
</cp:coreProperties>
</file>